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F4634F8" w:rsidR="00F862D6" w:rsidRPr="003E6B9A" w:rsidRDefault="00237021" w:rsidP="0037111D">
            <w:r>
              <w:rPr>
                <w:rFonts w:ascii="Helvetica" w:hAnsi="Helvetica"/>
              </w:rPr>
              <w:t>9879</w:t>
            </w:r>
            <w:r w:rsidR="00BD5319" w:rsidRPr="000C4332">
              <w:rPr>
                <w:rFonts w:ascii="Helvetica" w:hAnsi="Helvetica"/>
              </w:rPr>
              <w:t>/</w:t>
            </w:r>
            <w:r>
              <w:rPr>
                <w:rFonts w:ascii="Helvetica" w:hAnsi="Helvetica"/>
              </w:rPr>
              <w:t>2025</w:t>
            </w:r>
            <w:r w:rsidR="003E6B9A" w:rsidRPr="000C4332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813A8" w:rsidRDefault="00F862D6" w:rsidP="0077673A">
            <w:r w:rsidRPr="000813A8">
              <w:t>Listů/příloh</w:t>
            </w:r>
          </w:p>
        </w:tc>
        <w:tc>
          <w:tcPr>
            <w:tcW w:w="2552" w:type="dxa"/>
          </w:tcPr>
          <w:p w14:paraId="333CD487" w14:textId="420491BB" w:rsidR="00F862D6" w:rsidRPr="000813A8" w:rsidRDefault="000813A8" w:rsidP="00CC1E2B">
            <w:r w:rsidRPr="000813A8">
              <w:t>3</w:t>
            </w:r>
            <w:r w:rsidR="003E6B9A" w:rsidRPr="000813A8">
              <w:t>/</w:t>
            </w:r>
            <w:r w:rsidRPr="000813A8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F5093D3" w:rsidR="00F862D6" w:rsidRPr="003E6B9A" w:rsidRDefault="00A01E1B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BBBD496" w:rsidR="009A7568" w:rsidRPr="003E6B9A" w:rsidRDefault="00A01E1B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00DCC47" w:rsidR="009A7568" w:rsidRPr="003E6B9A" w:rsidRDefault="00A01E1B" w:rsidP="006104F6">
            <w:hyperlink r:id="rId11" w:history="1">
              <w:r w:rsidRPr="002D38F3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5432E1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37021">
              <w:rPr>
                <w:noProof/>
              </w:rPr>
              <w:t>9.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7BDC23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C4332">
        <w:rPr>
          <w:rFonts w:eastAsia="Times New Roman" w:cs="Times New Roman"/>
          <w:lang w:eastAsia="cs-CZ"/>
        </w:rPr>
        <w:t>3</w:t>
      </w:r>
    </w:p>
    <w:p w14:paraId="25C6ADAC" w14:textId="4061EC61" w:rsidR="00CB7B5A" w:rsidRPr="00A01E1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A01E1B">
        <w:rPr>
          <w:rFonts w:eastAsia="Calibri" w:cs="Times New Roman"/>
          <w:b/>
          <w:bCs/>
          <w:lang w:eastAsia="cs-CZ"/>
        </w:rPr>
        <w:t>„</w:t>
      </w:r>
      <w:r w:rsidR="00A01E1B" w:rsidRPr="00A01E1B">
        <w:rPr>
          <w:b/>
          <w:bCs/>
        </w:rPr>
        <w:t>Rekonstrukce areálu HZS Česká Třebová</w:t>
      </w:r>
      <w:r w:rsidR="00F208F1" w:rsidRPr="00A01E1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2C573431" w:rsidR="00BD5319" w:rsidRPr="00B377B8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 w:rsidR="000355E6">
        <w:rPr>
          <w:rFonts w:eastAsia="Calibri" w:cs="Times New Roman"/>
          <w:b/>
          <w:u w:val="single"/>
          <w:lang w:eastAsia="cs-CZ"/>
        </w:rPr>
        <w:t>30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182E5C55" w14:textId="72D34651" w:rsidR="000355E6" w:rsidRPr="000355E6" w:rsidRDefault="000355E6" w:rsidP="00035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355E6">
        <w:rPr>
          <w:rFonts w:eastAsia="Calibri" w:cs="Times New Roman"/>
          <w:b/>
          <w:lang w:eastAsia="cs-CZ"/>
        </w:rPr>
        <w:t>Přístřešek pro vozidla</w:t>
      </w:r>
    </w:p>
    <w:p w14:paraId="3F925D6B" w14:textId="2E3D9467" w:rsidR="00BD5319" w:rsidRDefault="000355E6" w:rsidP="00035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355E6">
        <w:rPr>
          <w:rFonts w:eastAsia="Calibri" w:cs="Times New Roman"/>
          <w:bCs/>
          <w:lang w:eastAsia="cs-CZ"/>
        </w:rPr>
        <w:t>- Ve výkazu jsou v pol.31-34 uvedeny práce na provedení 50,4m2 vyrovnávacích omítek. Dle výkresů jsou provedeny na základovém pasu založeném velmi mělce v zámrzné hloubce, jehož viditelná povrchová plocha včetně horního líce je sotva 20m2. V navrženém provedení navíc bude povrchová úprava velmi rychle degradovat. Žádáme o prověření návrhu</w:t>
      </w:r>
      <w:r>
        <w:rPr>
          <w:rFonts w:eastAsia="Calibri" w:cs="Times New Roman"/>
          <w:bCs/>
          <w:lang w:eastAsia="cs-CZ"/>
        </w:rPr>
        <w:t>.</w:t>
      </w:r>
    </w:p>
    <w:p w14:paraId="0E3160D5" w14:textId="77777777" w:rsidR="000C4332" w:rsidRPr="000355E6" w:rsidRDefault="000C4332" w:rsidP="00035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6A484" w14:textId="77777777" w:rsidR="00BD5319" w:rsidRPr="000C4332" w:rsidRDefault="00BD5319" w:rsidP="00BD5319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C4332">
        <w:rPr>
          <w:rFonts w:eastAsia="Calibri" w:cs="Times New Roman"/>
          <w:b/>
          <w:i/>
          <w:iCs/>
          <w:lang w:eastAsia="cs-CZ"/>
        </w:rPr>
        <w:t xml:space="preserve">Odpověď: </w:t>
      </w:r>
    </w:p>
    <w:p w14:paraId="72785A81" w14:textId="77777777" w:rsidR="00D55E41" w:rsidRPr="000C4332" w:rsidRDefault="00D55E41" w:rsidP="000C4332">
      <w:pPr>
        <w:spacing w:after="0" w:line="240" w:lineRule="auto"/>
        <w:rPr>
          <w:rFonts w:eastAsia="Calibri" w:cs="Times New Roman"/>
          <w:bCs/>
          <w:i/>
          <w:iCs/>
          <w:color w:val="EE0000"/>
          <w:lang w:eastAsia="cs-CZ"/>
        </w:rPr>
      </w:pPr>
      <w:r w:rsidRPr="000C4332">
        <w:rPr>
          <w:rFonts w:eastAsia="Calibri" w:cs="Times New Roman"/>
          <w:bCs/>
          <w:i/>
          <w:iCs/>
          <w:lang w:eastAsia="cs-CZ"/>
        </w:rPr>
        <w:t>Vyrovnávací cementová stěrka a nátěr se provede po celé výšce s horním lícem. U položek č. 31-34 zněměno množství nově: (2*7,015+18,9+6,715*2+18,3)*0,4+(18,3+2*7,015)*0,3+0,3*0,4*2=35,803</w:t>
      </w:r>
    </w:p>
    <w:p w14:paraId="3D1A2976" w14:textId="054F8B53" w:rsidR="00B377B8" w:rsidRDefault="00B377B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C91522" w14:textId="77777777" w:rsidR="00B377B8" w:rsidRPr="00BD5319" w:rsidRDefault="00B377B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DC84FD1" w:rsidR="00BD5319" w:rsidRPr="00B377B8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>Dotaz č.</w:t>
      </w:r>
      <w:r w:rsidR="000355E6">
        <w:rPr>
          <w:rFonts w:eastAsia="Calibri" w:cs="Times New Roman"/>
          <w:b/>
          <w:u w:val="single"/>
          <w:lang w:eastAsia="cs-CZ"/>
        </w:rPr>
        <w:t xml:space="preserve"> 31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002E726F" w14:textId="1F6C6D67" w:rsidR="00BD5319" w:rsidRDefault="000355E6" w:rsidP="000355E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0355E6">
        <w:rPr>
          <w:rFonts w:eastAsia="Calibri" w:cs="Times New Roman"/>
          <w:b/>
          <w:lang w:eastAsia="cs-CZ"/>
        </w:rPr>
        <w:t>Komunikace</w:t>
      </w:r>
      <w:r w:rsidRPr="000355E6">
        <w:rPr>
          <w:rFonts w:eastAsia="Calibri" w:cs="Times New Roman"/>
          <w:bCs/>
          <w:lang w:eastAsia="cs-CZ"/>
        </w:rPr>
        <w:t xml:space="preserve"> - dle TKP kap.7 Hutněné asfaltové vrstvy s datumem účinnosti od 1.4. 2023 je v kapitole 7.3.4. Příprava podkladu zmíněno, že je zakázáno používat infiltrační postřiky na hydraulicky zpevněné vrstvy. Projekt však uvažuje s užitím celoplošně s infiltračním postřikem na plochu směsi stmelené cementem SC C3/4 (v SO 11-50-11</w:t>
      </w:r>
      <w:r>
        <w:rPr>
          <w:rFonts w:eastAsia="Calibri" w:cs="Times New Roman"/>
          <w:bCs/>
          <w:lang w:eastAsia="cs-CZ"/>
        </w:rPr>
        <w:t xml:space="preserve"> </w:t>
      </w:r>
      <w:r w:rsidRPr="000355E6">
        <w:rPr>
          <w:rFonts w:eastAsia="Calibri" w:cs="Times New Roman"/>
          <w:bCs/>
          <w:lang w:eastAsia="cs-CZ"/>
        </w:rPr>
        <w:t xml:space="preserve">Pozemní komunikace). </w:t>
      </w:r>
      <w:r w:rsidRPr="000355E6">
        <w:rPr>
          <w:rFonts w:eastAsia="Calibri" w:cs="Times New Roman"/>
          <w:b/>
          <w:bCs/>
          <w:lang w:eastAsia="cs-CZ"/>
        </w:rPr>
        <w:t>Žádáme o opravu zadání nebo vysvětlení záměru</w:t>
      </w:r>
      <w:r>
        <w:rPr>
          <w:rFonts w:eastAsia="Calibri" w:cs="Times New Roman"/>
          <w:b/>
          <w:bCs/>
          <w:lang w:eastAsia="cs-CZ"/>
        </w:rPr>
        <w:t>.</w:t>
      </w:r>
    </w:p>
    <w:p w14:paraId="550017EB" w14:textId="77777777" w:rsidR="000C4332" w:rsidRPr="000355E6" w:rsidRDefault="000C4332" w:rsidP="00035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0E8C8A5" w14:textId="4C3CA21A" w:rsidR="00BD5319" w:rsidRPr="000C4332" w:rsidRDefault="00BD5319" w:rsidP="000C4332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C4332">
        <w:rPr>
          <w:rFonts w:eastAsia="Calibri" w:cs="Times New Roman"/>
          <w:b/>
          <w:i/>
          <w:iCs/>
          <w:lang w:eastAsia="cs-CZ"/>
        </w:rPr>
        <w:t>Odpověď:</w:t>
      </w:r>
    </w:p>
    <w:p w14:paraId="4A47634C" w14:textId="77777777" w:rsidR="00D40F3C" w:rsidRPr="000C4332" w:rsidRDefault="00D40F3C" w:rsidP="000C4332">
      <w:pPr>
        <w:spacing w:after="0"/>
        <w:rPr>
          <w:bCs/>
          <w:i/>
          <w:iCs/>
          <w:lang w:eastAsia="cs-CZ"/>
        </w:rPr>
      </w:pPr>
      <w:r w:rsidRPr="000C4332">
        <w:rPr>
          <w:bCs/>
          <w:i/>
          <w:iCs/>
          <w:lang w:eastAsia="cs-CZ"/>
        </w:rPr>
        <w:t>Infiltrační postřik nebude na vrstvě SC C3/4 proveden.</w:t>
      </w:r>
    </w:p>
    <w:p w14:paraId="593C4ECD" w14:textId="1D686DC2" w:rsidR="00D40F3C" w:rsidRPr="000C4332" w:rsidRDefault="00D40F3C" w:rsidP="000C4332">
      <w:pPr>
        <w:rPr>
          <w:bCs/>
          <w:i/>
          <w:iCs/>
          <w:lang w:eastAsia="cs-CZ"/>
        </w:rPr>
      </w:pPr>
      <w:r w:rsidRPr="000C4332">
        <w:rPr>
          <w:rFonts w:eastAsia="Calibri" w:cs="Times New Roman"/>
          <w:bCs/>
          <w:i/>
          <w:iCs/>
          <w:lang w:eastAsia="cs-CZ"/>
        </w:rPr>
        <w:t>V soupisu prací u položky č. 12 změněn VV z 2859+480+186 "dle pol. 567131111 a pol. 564851111.a" = 3525,000 [A]</w:t>
      </w:r>
      <w:r w:rsidRPr="000C4332">
        <w:rPr>
          <w:rFonts w:eastAsia="Calibri" w:cs="Times New Roman"/>
          <w:bCs/>
          <w:i/>
          <w:iCs/>
          <w:lang w:eastAsia="cs-CZ"/>
        </w:rPr>
        <w:br/>
        <w:t>na 480+186 "dle a pol. 564851111.a" = 666,000 [A]</w:t>
      </w:r>
    </w:p>
    <w:p w14:paraId="33261969" w14:textId="77777777" w:rsidR="000355E6" w:rsidRDefault="000355E6" w:rsidP="00BD5319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6F961549" w14:textId="46B99427" w:rsidR="000355E6" w:rsidRPr="00B377B8" w:rsidRDefault="000355E6" w:rsidP="000355E6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>
        <w:rPr>
          <w:rFonts w:eastAsia="Calibri" w:cs="Times New Roman"/>
          <w:b/>
          <w:u w:val="single"/>
          <w:lang w:eastAsia="cs-CZ"/>
        </w:rPr>
        <w:t>32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6BBB8C66" w14:textId="20D2D178" w:rsidR="000355E6" w:rsidRDefault="000355E6" w:rsidP="000355E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0355E6">
        <w:rPr>
          <w:rFonts w:eastAsia="Calibri" w:cs="Times New Roman"/>
          <w:b/>
          <w:bCs/>
          <w:lang w:eastAsia="cs-CZ"/>
        </w:rPr>
        <w:t>Plastová lamelová clona</w:t>
      </w:r>
      <w:r w:rsidRPr="000355E6">
        <w:rPr>
          <w:rFonts w:eastAsia="Calibri" w:cs="Times New Roman"/>
          <w:lang w:eastAsia="cs-CZ"/>
        </w:rPr>
        <w:t xml:space="preserve"> – u výrobku je uvedena pouze délková výměra, chybí požadovaná výška. Vzhledem k tomu, že v daném místě nad clonou je výška stropu mezi 7,0-7,5m předpokládáme, že nebude šroubována do spodního líce trapézu střechy. Potom ale chybí i nějaký prvek na přemostění rozpětí 6,4m šířky místnosti. </w:t>
      </w:r>
      <w:r w:rsidRPr="000355E6">
        <w:rPr>
          <w:rFonts w:eastAsia="Calibri" w:cs="Times New Roman"/>
          <w:b/>
          <w:bCs/>
          <w:lang w:eastAsia="cs-CZ"/>
        </w:rPr>
        <w:t>Žádáme o upřesnění a doplnění.</w:t>
      </w:r>
    </w:p>
    <w:p w14:paraId="18430115" w14:textId="77777777" w:rsidR="000C4332" w:rsidRPr="000355E6" w:rsidRDefault="000C4332" w:rsidP="000355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B84744" w14:textId="4D41D36E" w:rsidR="00D24629" w:rsidRPr="000C4332" w:rsidRDefault="000355E6" w:rsidP="00420912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C4332">
        <w:rPr>
          <w:rFonts w:eastAsia="Calibri" w:cs="Times New Roman"/>
          <w:b/>
          <w:i/>
          <w:iCs/>
          <w:lang w:eastAsia="cs-CZ"/>
        </w:rPr>
        <w:t xml:space="preserve">Odpověď: </w:t>
      </w:r>
    </w:p>
    <w:p w14:paraId="3BA3ADE1" w14:textId="5583E504" w:rsidR="00420912" w:rsidRPr="000C4332" w:rsidRDefault="00420912" w:rsidP="00D24629">
      <w:pPr>
        <w:rPr>
          <w:rFonts w:eastAsia="Calibri" w:cs="Times New Roman"/>
          <w:bCs/>
          <w:i/>
          <w:iCs/>
          <w:color w:val="FF0000"/>
          <w:lang w:eastAsia="cs-CZ"/>
        </w:rPr>
      </w:pPr>
      <w:r w:rsidRPr="000C4332">
        <w:rPr>
          <w:rFonts w:eastAsia="Calibri" w:cs="Times New Roman"/>
          <w:bCs/>
          <w:i/>
          <w:iCs/>
          <w:lang w:eastAsia="cs-CZ"/>
        </w:rPr>
        <w:t xml:space="preserve">Výška PVC lamelové clony je uvažována 4,5 m. Součástí položky „PVC lamelová clona“ uvedené ve výkazu výměr je také vodicí kolejnice včetně jejího zavěšení. </w:t>
      </w:r>
      <w:r w:rsidR="00D24629" w:rsidRPr="000C4332">
        <w:rPr>
          <w:rFonts w:eastAsia="Calibri" w:cs="Times New Roman"/>
          <w:bCs/>
          <w:i/>
          <w:iCs/>
          <w:lang w:eastAsia="cs-CZ"/>
        </w:rPr>
        <w:t xml:space="preserve">V soupise prací změněn popis položky č. 36 z "PVC Lamelová clona" na "PVC Lamelová clona, včetně vodící kolejnice a jejího zavěšení" </w:t>
      </w:r>
      <w:r w:rsidRPr="000C4332">
        <w:rPr>
          <w:rFonts w:eastAsia="Calibri" w:cs="Times New Roman"/>
          <w:bCs/>
          <w:i/>
          <w:iCs/>
          <w:lang w:eastAsia="cs-CZ"/>
        </w:rPr>
        <w:t>.</w:t>
      </w:r>
      <w:r w:rsidR="00D24629" w:rsidRPr="000C4332">
        <w:rPr>
          <w:rFonts w:eastAsia="Calibri" w:cs="Times New Roman"/>
          <w:bCs/>
          <w:i/>
          <w:iCs/>
          <w:lang w:eastAsia="cs-CZ"/>
        </w:rPr>
        <w:t> </w:t>
      </w:r>
      <w:r w:rsidRPr="000C4332">
        <w:rPr>
          <w:rFonts w:eastAsia="Calibri" w:cs="Times New Roman"/>
          <w:bCs/>
          <w:i/>
          <w:iCs/>
          <w:lang w:eastAsia="cs-CZ"/>
        </w:rPr>
        <w:t>U položek č. 28 a 36 změněn VV na 6.4*4,5 = 28,800 [A]</w:t>
      </w:r>
    </w:p>
    <w:p w14:paraId="0F62646E" w14:textId="77777777" w:rsidR="000355E6" w:rsidRPr="00BD5319" w:rsidRDefault="000355E6" w:rsidP="000355E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B37B1F" w14:textId="42BA6AEB" w:rsidR="000355E6" w:rsidRPr="00B377B8" w:rsidRDefault="000355E6" w:rsidP="000355E6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>
        <w:rPr>
          <w:rFonts w:eastAsia="Calibri" w:cs="Times New Roman"/>
          <w:b/>
          <w:u w:val="single"/>
          <w:lang w:eastAsia="cs-CZ"/>
        </w:rPr>
        <w:t>33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1C871FB8" w14:textId="67C1BADB" w:rsidR="000355E6" w:rsidRPr="000355E6" w:rsidRDefault="000355E6" w:rsidP="00035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355E6">
        <w:rPr>
          <w:rFonts w:eastAsia="Calibri" w:cs="Times New Roman"/>
          <w:bCs/>
          <w:lang w:eastAsia="cs-CZ"/>
        </w:rPr>
        <w:t>V technické části dokumentace PD PS 11-02-01_1.001.TZ se píše o integraci TLS z DDTS, které nejsou zohledněné ve VV. Žádáme Vás o doplnění výkazu výměr, abychom mohli nacenit kompletní část DDTS.</w:t>
      </w:r>
    </w:p>
    <w:p w14:paraId="5FFEA24C" w14:textId="77777777" w:rsidR="000355E6" w:rsidRDefault="000355E6" w:rsidP="000355E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698FEF" w14:textId="1332E287" w:rsidR="000355E6" w:rsidRPr="00BD5319" w:rsidRDefault="000355E6" w:rsidP="000355E6">
      <w:pPr>
        <w:spacing w:after="0" w:line="240" w:lineRule="auto"/>
        <w:rPr>
          <w:rFonts w:eastAsia="Calibri" w:cs="Times New Roman"/>
          <w:b/>
          <w:lang w:eastAsia="cs-CZ"/>
        </w:rPr>
      </w:pPr>
      <w:r w:rsidRPr="000355E6">
        <w:rPr>
          <w:rFonts w:eastAsia="Calibri" w:cs="Times New Roman"/>
          <w:b/>
          <w:noProof/>
          <w:lang w:eastAsia="cs-CZ"/>
        </w:rPr>
        <w:drawing>
          <wp:inline distT="0" distB="0" distL="0" distR="0" wp14:anchorId="3B255496" wp14:editId="1E2BD90F">
            <wp:extent cx="4655820" cy="3444240"/>
            <wp:effectExtent l="0" t="0" r="0" b="3810"/>
            <wp:docPr id="549081500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2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3C0B1" w14:textId="77777777" w:rsidR="000355E6" w:rsidRDefault="000355E6" w:rsidP="000355E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D885F4" w14:textId="4ACAD3FF" w:rsidR="000355E6" w:rsidRPr="00091406" w:rsidRDefault="000355E6" w:rsidP="000355E6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91406">
        <w:rPr>
          <w:rFonts w:eastAsia="Calibri" w:cs="Times New Roman"/>
          <w:b/>
          <w:i/>
          <w:iCs/>
          <w:lang w:eastAsia="cs-CZ"/>
        </w:rPr>
        <w:t>Odpověď:</w:t>
      </w:r>
    </w:p>
    <w:p w14:paraId="20F4EF89" w14:textId="01AA2E6D" w:rsidR="000355E6" w:rsidRPr="000860CE" w:rsidRDefault="000860CE" w:rsidP="00BD5319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0860CE">
        <w:rPr>
          <w:rFonts w:eastAsia="Calibri" w:cs="Times New Roman"/>
          <w:i/>
          <w:iCs/>
          <w:lang w:eastAsia="cs-CZ"/>
        </w:rPr>
        <w:t>Do soupisu prací byl doplněn objekt PS 11-02-01_DDTS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4A7EE7" w14:textId="77777777" w:rsidR="000813A8" w:rsidRPr="00BD5319" w:rsidRDefault="000813A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A7AD2E" w14:textId="77777777" w:rsidR="00091406" w:rsidRPr="000961F4" w:rsidRDefault="00091406" w:rsidP="00091406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0961F4">
        <w:rPr>
          <w:rFonts w:eastAsia="Calibri" w:cs="Times New Roman"/>
          <w:b/>
          <w:u w:val="single"/>
          <w:lang w:eastAsia="cs-CZ"/>
        </w:rPr>
        <w:t>Dotaz č. 34:</w:t>
      </w:r>
    </w:p>
    <w:p w14:paraId="62AB9706" w14:textId="77777777" w:rsidR="00091406" w:rsidRPr="000961F4" w:rsidRDefault="00091406" w:rsidP="0009140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961F4">
        <w:rPr>
          <w:rFonts w:eastAsia="Calibri" w:cs="Times New Roman"/>
          <w:bCs/>
          <w:lang w:eastAsia="cs-CZ"/>
        </w:rPr>
        <w:t xml:space="preserve">V zadavatelem poskytnuté projektové dokumentaci – Technické zprávě k objektu </w:t>
      </w:r>
      <w:r w:rsidRPr="000961F4">
        <w:rPr>
          <w:rFonts w:eastAsia="Calibri" w:cs="Times New Roman"/>
          <w:b/>
          <w:lang w:eastAsia="cs-CZ"/>
        </w:rPr>
        <w:t>PS 11-12-01 Místní kabelizace+Přenosový systém+DDTS, DOZ a další nadstavbové systémy</w:t>
      </w:r>
      <w:r w:rsidRPr="000961F4">
        <w:rPr>
          <w:rFonts w:eastAsia="Calibri" w:cs="Times New Roman"/>
          <w:bCs/>
          <w:lang w:eastAsia="cs-CZ"/>
        </w:rPr>
        <w:t xml:space="preserve"> (PS 11-02-01_1.001.TZ) se píše o integraci TLS s DDTS. Tato skutečnost není zohledněna v postoupeném výkazu výměr.</w:t>
      </w:r>
    </w:p>
    <w:p w14:paraId="6BCDAECC" w14:textId="77777777" w:rsidR="00091406" w:rsidRPr="000961F4" w:rsidRDefault="00091406" w:rsidP="0009140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CB7BE59" w14:textId="77777777" w:rsidR="00091406" w:rsidRDefault="00091406" w:rsidP="00091406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961F4">
        <w:rPr>
          <w:rFonts w:eastAsia="Calibri" w:cs="Times New Roman"/>
          <w:b/>
          <w:i/>
          <w:iCs/>
          <w:lang w:eastAsia="cs-CZ"/>
        </w:rPr>
        <w:t>Žádáme zadavatele o vysvětlení, případně i doplnění výkazu výměr.</w:t>
      </w:r>
    </w:p>
    <w:p w14:paraId="400E2816" w14:textId="77777777" w:rsidR="00091406" w:rsidRPr="000961F4" w:rsidRDefault="00091406" w:rsidP="00091406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</w:p>
    <w:p w14:paraId="7A249FF7" w14:textId="77777777" w:rsidR="00091406" w:rsidRPr="00091406" w:rsidRDefault="00091406" w:rsidP="00091406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91406">
        <w:rPr>
          <w:rFonts w:eastAsia="Calibri" w:cs="Times New Roman"/>
          <w:b/>
          <w:i/>
          <w:iCs/>
          <w:lang w:eastAsia="cs-CZ"/>
        </w:rPr>
        <w:t xml:space="preserve">Odpověď: </w:t>
      </w:r>
    </w:p>
    <w:p w14:paraId="04CF4FEC" w14:textId="6100E421" w:rsidR="000355E6" w:rsidRPr="000860CE" w:rsidRDefault="000860CE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0860CE">
        <w:rPr>
          <w:rFonts w:eastAsia="Calibri" w:cs="Times New Roman"/>
          <w:i/>
          <w:iCs/>
          <w:lang w:eastAsia="cs-CZ"/>
        </w:rPr>
        <w:t>Do soupisu prací byl doplněn objekt PS 11-02-01_DDTS</w:t>
      </w:r>
    </w:p>
    <w:p w14:paraId="01FCF8DD" w14:textId="77777777" w:rsidR="00091406" w:rsidRDefault="00091406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448883C" w14:textId="77777777" w:rsidR="000860CE" w:rsidRDefault="000860CE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F06FE91" w14:textId="77777777" w:rsidR="00091406" w:rsidRPr="00B377B8" w:rsidRDefault="00091406" w:rsidP="00091406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>
        <w:rPr>
          <w:rFonts w:eastAsia="Calibri" w:cs="Times New Roman"/>
          <w:b/>
          <w:u w:val="single"/>
          <w:lang w:eastAsia="cs-CZ"/>
        </w:rPr>
        <w:t>35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1A60BC52" w14:textId="77777777" w:rsidR="00091406" w:rsidRPr="005669E2" w:rsidRDefault="00091406" w:rsidP="0009140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669E2">
        <w:rPr>
          <w:rFonts w:eastAsia="Times New Roman" w:cs="Times New Roman"/>
          <w:lang w:eastAsia="cs-CZ"/>
        </w:rPr>
        <w:t>Ve výkazu výměr (položky č. 273 a 274) jsou u vstupních rohoží OST 03 + 04 uvedeny rohože hliník standard 27, zatímco ve výpisu OV je specifikace na kartáčovou rohož ve výšce 22 mm. Prosíme o upřesnění, která varianta je správná.</w:t>
      </w:r>
    </w:p>
    <w:p w14:paraId="0C255FBF" w14:textId="77777777" w:rsidR="00091406" w:rsidRPr="00BD5319" w:rsidRDefault="00091406" w:rsidP="0009140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D6E095" w14:textId="77777777" w:rsidR="00091406" w:rsidRPr="00061EC7" w:rsidRDefault="00091406" w:rsidP="00091406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61EC7">
        <w:rPr>
          <w:rFonts w:eastAsia="Calibri" w:cs="Times New Roman"/>
          <w:b/>
          <w:i/>
          <w:iCs/>
          <w:lang w:eastAsia="cs-CZ"/>
        </w:rPr>
        <w:t xml:space="preserve">Odpověď: </w:t>
      </w:r>
    </w:p>
    <w:p w14:paraId="1E725E77" w14:textId="77777777" w:rsidR="00091406" w:rsidRPr="00091406" w:rsidRDefault="00091406" w:rsidP="00091406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091406">
        <w:rPr>
          <w:rFonts w:eastAsia="Calibri" w:cs="Times New Roman"/>
          <w:bCs/>
          <w:i/>
          <w:iCs/>
          <w:lang w:eastAsia="cs-CZ"/>
        </w:rPr>
        <w:t>Platí varianta dle projektové dokumentace – výpis ostatních prvků. V soupise prací položka č. 273 změněna na R-69752001 „rohož vstupní provedení hliníkový profil šířky 27 mm výšky 22 mm, kartáčové pásky“ a položka č. 274 změněna na R-69752001.1 „rohož vstupní provedení hliníkový profil šířky 27 mm výšky 22 mm, kartáčové pásky“</w:t>
      </w:r>
    </w:p>
    <w:p w14:paraId="249EC6C3" w14:textId="77777777" w:rsidR="00091406" w:rsidRDefault="00091406" w:rsidP="0009140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3BDDE9" w14:textId="77777777" w:rsidR="00091406" w:rsidRPr="00BD5319" w:rsidRDefault="00091406" w:rsidP="0009140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BD20E3" w14:textId="77777777" w:rsidR="00091406" w:rsidRPr="00B377B8" w:rsidRDefault="00091406" w:rsidP="00091406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>
        <w:rPr>
          <w:rFonts w:eastAsia="Calibri" w:cs="Times New Roman"/>
          <w:b/>
          <w:u w:val="single"/>
          <w:lang w:eastAsia="cs-CZ"/>
        </w:rPr>
        <w:t>36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23A39E60" w14:textId="77777777" w:rsidR="00091406" w:rsidRPr="005669E2" w:rsidRDefault="00091406" w:rsidP="0009140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669E2">
        <w:rPr>
          <w:rFonts w:eastAsia="Times New Roman" w:cs="Times New Roman"/>
          <w:lang w:eastAsia="cs-CZ"/>
        </w:rPr>
        <w:t>U škrabáků je ve výkazu výměr uvedena výška 20 mm, avšak ve výpisu OV je výška nosného pásku 30 mm. Prosíme o upřesnění, která varianta je správná.</w:t>
      </w:r>
    </w:p>
    <w:p w14:paraId="56FF90A8" w14:textId="77777777" w:rsidR="00091406" w:rsidRPr="00BD5319" w:rsidRDefault="00091406" w:rsidP="0009140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5D5752" w14:textId="77777777" w:rsidR="00091406" w:rsidRPr="00061EC7" w:rsidRDefault="00091406" w:rsidP="00091406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061EC7">
        <w:rPr>
          <w:rFonts w:eastAsia="Calibri" w:cs="Times New Roman"/>
          <w:b/>
          <w:i/>
          <w:iCs/>
          <w:lang w:eastAsia="cs-CZ"/>
        </w:rPr>
        <w:lastRenderedPageBreak/>
        <w:t>Odpověď:</w:t>
      </w:r>
    </w:p>
    <w:p w14:paraId="2369058F" w14:textId="08EBB9E9" w:rsidR="00091406" w:rsidRPr="00091406" w:rsidRDefault="00091406" w:rsidP="0009140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091406">
        <w:rPr>
          <w:rFonts w:eastAsia="Calibri" w:cs="Times New Roman"/>
          <w:bCs/>
          <w:i/>
          <w:iCs/>
          <w:lang w:eastAsia="cs-CZ"/>
        </w:rPr>
        <w:t>Platí varianta dle projektové dokumentace. V soupise prací položka č. 275 změněna na R-69752035  „rohož vstupní samonosná ocelová, žárově zinkovaná  - škrabák v 30mm, pásek 30x2 mm oka 30x10mm,“ a položka č. 276 na R-69752035.1  „rohož vstupní samonosná ocelová, žárově zinkovaná  - škrabák v 30mm, pásek 30x2 mm oka 30x10mm,“</w:t>
      </w:r>
    </w:p>
    <w:p w14:paraId="64EF48DB" w14:textId="77777777" w:rsidR="000355E6" w:rsidRPr="00BD5319" w:rsidRDefault="000355E6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7A2647" w14:textId="240F5FF9" w:rsidR="00664163" w:rsidRPr="004D3557" w:rsidRDefault="00664163" w:rsidP="0009140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4D3557">
        <w:rPr>
          <w:rFonts w:eastAsia="Times New Roman" w:cs="Times New Roman"/>
          <w:b/>
          <w:lang w:eastAsia="cs-CZ"/>
        </w:rPr>
        <w:t>změny/doplnění</w:t>
      </w:r>
      <w:r w:rsidRPr="004D3557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="000860CE">
        <w:rPr>
          <w:rFonts w:eastAsia="Times New Roman" w:cs="Times New Roman"/>
          <w:lang w:eastAsia="cs-CZ"/>
        </w:rPr>
        <w:t>7</w:t>
      </w:r>
      <w:r w:rsidRPr="004D3557">
        <w:rPr>
          <w:rFonts w:eastAsia="Times New Roman" w:cs="Times New Roman"/>
          <w:bCs/>
          <w:lang w:eastAsia="cs-CZ"/>
        </w:rPr>
        <w:t xml:space="preserve"> pracovní</w:t>
      </w:r>
      <w:r w:rsidR="000860CE">
        <w:rPr>
          <w:rFonts w:eastAsia="Times New Roman" w:cs="Times New Roman"/>
          <w:bCs/>
          <w:lang w:eastAsia="cs-CZ"/>
        </w:rPr>
        <w:t>ch</w:t>
      </w:r>
      <w:r w:rsidRPr="004D3557">
        <w:rPr>
          <w:rFonts w:eastAsia="Times New Roman" w:cs="Times New Roman"/>
          <w:bCs/>
          <w:lang w:eastAsia="cs-CZ"/>
        </w:rPr>
        <w:t xml:space="preserve"> dn</w:t>
      </w:r>
      <w:r w:rsidR="000860CE">
        <w:rPr>
          <w:rFonts w:eastAsia="Times New Roman" w:cs="Times New Roman"/>
          <w:bCs/>
          <w:lang w:eastAsia="cs-CZ"/>
        </w:rPr>
        <w:t>ů</w:t>
      </w:r>
      <w:r w:rsidRPr="004D3557">
        <w:rPr>
          <w:rFonts w:eastAsia="Times New Roman" w:cs="Times New Roman"/>
          <w:bCs/>
          <w:lang w:eastAsia="cs-CZ"/>
        </w:rPr>
        <w:t xml:space="preserve">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6260037E" w14:textId="3033294A" w:rsidR="00664163" w:rsidRPr="003F37CB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0860CE">
        <w:rPr>
          <w:rFonts w:eastAsia="Times New Roman" w:cs="Times New Roman"/>
          <w:bCs/>
          <w:lang w:eastAsia="cs-CZ"/>
        </w:rPr>
        <w:t>Dále zadavatel zohledňuje skutečnost, že některé dotazy</w:t>
      </w:r>
      <w:r w:rsidR="00091406" w:rsidRPr="000860CE">
        <w:rPr>
          <w:rFonts w:eastAsia="Times New Roman" w:cs="Times New Roman"/>
          <w:bCs/>
          <w:lang w:eastAsia="cs-CZ"/>
        </w:rPr>
        <w:t xml:space="preserve"> </w:t>
      </w:r>
      <w:r w:rsidRPr="000860CE">
        <w:rPr>
          <w:rFonts w:eastAsia="Times New Roman" w:cs="Times New Roman"/>
          <w:bCs/>
          <w:lang w:eastAsia="cs-CZ"/>
        </w:rPr>
        <w:t xml:space="preserve">vyžadovaly větší časový prostor pro zpracování odpovědi a doplnění zadávací dokumentace. Z tohoto důvodu zadavatel prodlužuje lhůtu pro podání nabídek v souladu s ust. § 98 odst. 4 ZZVZ o další </w:t>
      </w:r>
      <w:r w:rsidR="000860CE" w:rsidRPr="000860CE">
        <w:rPr>
          <w:rFonts w:eastAsia="Times New Roman" w:cs="Times New Roman"/>
          <w:lang w:eastAsia="cs-CZ"/>
        </w:rPr>
        <w:t>3</w:t>
      </w:r>
      <w:r w:rsidRPr="000860CE">
        <w:rPr>
          <w:rFonts w:eastAsia="Times New Roman" w:cs="Times New Roman"/>
          <w:bCs/>
          <w:lang w:eastAsia="cs-CZ"/>
        </w:rPr>
        <w:t xml:space="preserve"> pracovní dny.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3C391F36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0813A8" w:rsidRPr="000813A8">
        <w:rPr>
          <w:rFonts w:eastAsia="Times New Roman" w:cs="Times New Roman"/>
          <w:b/>
          <w:bCs/>
          <w:lang w:eastAsia="cs-CZ"/>
        </w:rPr>
        <w:t>18. 9. 2025</w:t>
      </w:r>
      <w:r w:rsidR="000813A8">
        <w:rPr>
          <w:rFonts w:eastAsia="Times New Roman" w:cs="Times New Roman"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EB7DFB">
        <w:rPr>
          <w:rFonts w:eastAsia="Times New Roman" w:cs="Times New Roman"/>
          <w:b/>
          <w:bCs/>
          <w:lang w:eastAsia="cs-CZ"/>
        </w:rPr>
        <w:t>2</w:t>
      </w:r>
      <w:r w:rsidR="000813A8" w:rsidRPr="000813A8">
        <w:rPr>
          <w:rFonts w:eastAsia="Times New Roman" w:cs="Times New Roman"/>
          <w:b/>
          <w:bCs/>
          <w:lang w:eastAsia="cs-CZ"/>
        </w:rPr>
        <w:t xml:space="preserve">. </w:t>
      </w:r>
      <w:r w:rsidR="00EB7DFB">
        <w:rPr>
          <w:rFonts w:eastAsia="Times New Roman" w:cs="Times New Roman"/>
          <w:b/>
          <w:bCs/>
          <w:lang w:eastAsia="cs-CZ"/>
        </w:rPr>
        <w:t>10</w:t>
      </w:r>
      <w:r w:rsidR="000813A8" w:rsidRPr="000813A8">
        <w:rPr>
          <w:rFonts w:eastAsia="Times New Roman" w:cs="Times New Roman"/>
          <w:b/>
          <w:bCs/>
          <w:lang w:eastAsia="cs-CZ"/>
        </w:rPr>
        <w:t>. 2025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77A5B911" w14:textId="77777777" w:rsidR="000813A8" w:rsidRDefault="000813A8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534B5E" w14:textId="77777777" w:rsidR="000813A8" w:rsidRDefault="000813A8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4E7F42D1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97092">
        <w:rPr>
          <w:rFonts w:eastAsia="Times New Roman" w:cs="Times New Roman"/>
          <w:lang w:eastAsia="cs-CZ"/>
        </w:rPr>
        <w:t>Z2025-044397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3961F5E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860CE" w:rsidRPr="000813A8">
        <w:rPr>
          <w:rFonts w:eastAsia="Times New Roman" w:cs="Times New Roman"/>
          <w:b/>
          <w:bCs/>
          <w:lang w:eastAsia="cs-CZ"/>
        </w:rPr>
        <w:t>18.09.2025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EB7DFB" w:rsidRPr="00EB7DFB">
        <w:rPr>
          <w:rFonts w:eastAsia="Times New Roman" w:cs="Times New Roman"/>
          <w:b/>
          <w:bCs/>
          <w:color w:val="000000" w:themeColor="text1"/>
          <w:lang w:eastAsia="cs-CZ"/>
        </w:rPr>
        <w:t>02</w:t>
      </w:r>
      <w:r w:rsidR="000860CE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 w:rsidR="00EB7DFB">
        <w:rPr>
          <w:rFonts w:eastAsia="Times New Roman" w:cs="Times New Roman"/>
          <w:b/>
          <w:bCs/>
          <w:color w:val="000000" w:themeColor="text1"/>
          <w:lang w:eastAsia="cs-CZ"/>
        </w:rPr>
        <w:t>10</w:t>
      </w:r>
      <w:r w:rsidR="000860CE">
        <w:rPr>
          <w:rFonts w:eastAsia="Times New Roman" w:cs="Times New Roman"/>
          <w:b/>
          <w:bCs/>
          <w:color w:val="000000" w:themeColor="text1"/>
          <w:lang w:eastAsia="cs-CZ"/>
        </w:rPr>
        <w:t>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60452E4D" w:rsidR="00664163" w:rsidRPr="000813A8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813A8">
        <w:rPr>
          <w:rFonts w:eastAsia="Calibri" w:cs="Times New Roman"/>
          <w:b/>
          <w:bCs/>
          <w:lang w:eastAsia="cs-CZ"/>
        </w:rPr>
        <w:t>Příloh</w:t>
      </w:r>
      <w:r w:rsidR="000860CE" w:rsidRPr="000813A8">
        <w:rPr>
          <w:rFonts w:eastAsia="Calibri" w:cs="Times New Roman"/>
          <w:b/>
          <w:bCs/>
          <w:lang w:eastAsia="cs-CZ"/>
        </w:rPr>
        <w:t>y</w:t>
      </w:r>
      <w:r w:rsidRPr="000813A8">
        <w:rPr>
          <w:rFonts w:eastAsia="Calibri" w:cs="Times New Roman"/>
          <w:b/>
          <w:bCs/>
          <w:lang w:eastAsia="cs-CZ"/>
        </w:rPr>
        <w:t xml:space="preserve">: </w:t>
      </w:r>
      <w:r w:rsidRPr="000813A8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813A8">
        <w:rPr>
          <w:rFonts w:eastAsia="Calibri" w:cs="Times New Roman"/>
          <w:bCs/>
          <w:lang w:eastAsia="cs-CZ"/>
        </w:rPr>
        <w:instrText xml:space="preserve"> FORMTEXT </w:instrText>
      </w:r>
      <w:r w:rsidRPr="000813A8">
        <w:rPr>
          <w:rFonts w:eastAsia="Calibri" w:cs="Times New Roman"/>
          <w:bCs/>
          <w:lang w:eastAsia="cs-CZ"/>
        </w:rPr>
      </w:r>
      <w:r w:rsidRPr="000813A8">
        <w:rPr>
          <w:rFonts w:eastAsia="Calibri" w:cs="Times New Roman"/>
          <w:bCs/>
          <w:lang w:eastAsia="cs-CZ"/>
        </w:rPr>
        <w:fldChar w:fldCharType="separate"/>
      </w:r>
      <w:r w:rsidRPr="000813A8">
        <w:rPr>
          <w:rFonts w:eastAsia="Calibri" w:cs="Times New Roman"/>
          <w:bCs/>
          <w:lang w:eastAsia="cs-CZ"/>
        </w:rPr>
        <w:t> </w:t>
      </w:r>
      <w:r w:rsidRPr="000813A8">
        <w:rPr>
          <w:rFonts w:eastAsia="Calibri" w:cs="Times New Roman"/>
          <w:bCs/>
          <w:lang w:eastAsia="cs-CZ"/>
        </w:rPr>
        <w:t> </w:t>
      </w:r>
      <w:r w:rsidRPr="000813A8">
        <w:rPr>
          <w:rFonts w:eastAsia="Calibri" w:cs="Times New Roman"/>
          <w:bCs/>
          <w:lang w:eastAsia="cs-CZ"/>
        </w:rPr>
        <w:t> </w:t>
      </w:r>
      <w:r w:rsidRPr="000813A8">
        <w:rPr>
          <w:rFonts w:eastAsia="Calibri" w:cs="Times New Roman"/>
          <w:bCs/>
          <w:lang w:eastAsia="cs-CZ"/>
        </w:rPr>
        <w:t> </w:t>
      </w:r>
      <w:r w:rsidRPr="000813A8">
        <w:rPr>
          <w:rFonts w:eastAsia="Calibri" w:cs="Times New Roman"/>
          <w:bCs/>
          <w:lang w:eastAsia="cs-CZ"/>
        </w:rPr>
        <w:t> </w:t>
      </w:r>
      <w:r w:rsidRPr="000813A8">
        <w:rPr>
          <w:rFonts w:eastAsia="Calibri" w:cs="Times New Roman"/>
          <w:bCs/>
          <w:lang w:eastAsia="cs-CZ"/>
        </w:rPr>
        <w:fldChar w:fldCharType="end"/>
      </w:r>
    </w:p>
    <w:p w14:paraId="3568D690" w14:textId="37245943" w:rsidR="00664163" w:rsidRPr="000813A8" w:rsidRDefault="000813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813A8">
        <w:rPr>
          <w:rFonts w:eastAsia="Calibri" w:cs="Times New Roman"/>
          <w:lang w:eastAsia="cs-CZ"/>
        </w:rPr>
        <w:t>XDC_HZS-ČT_20250909_zm03.xml</w:t>
      </w:r>
    </w:p>
    <w:p w14:paraId="5FE3123C" w14:textId="38233AF1" w:rsidR="000813A8" w:rsidRPr="000813A8" w:rsidRDefault="000813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813A8">
        <w:rPr>
          <w:rFonts w:eastAsia="Calibri" w:cs="Times New Roman"/>
          <w:lang w:eastAsia="cs-CZ"/>
        </w:rPr>
        <w:t>XLS_HZS-ČT_20250909_zm03.xlsx</w:t>
      </w:r>
    </w:p>
    <w:p w14:paraId="11FC1E85" w14:textId="77777777" w:rsidR="00664163" w:rsidRPr="000813A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F08B30" w14:textId="77777777" w:rsidR="000813A8" w:rsidRPr="000813A8" w:rsidRDefault="000813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2DF4A4" w14:textId="77777777" w:rsidR="000813A8" w:rsidRPr="000813A8" w:rsidRDefault="000813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10EA715" w:rsidR="00664163" w:rsidRPr="000813A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813A8">
        <w:rPr>
          <w:rFonts w:eastAsia="Calibri" w:cs="Times New Roman"/>
          <w:lang w:eastAsia="cs-CZ"/>
        </w:rPr>
        <w:t>V</w:t>
      </w:r>
      <w:r w:rsidR="000813A8" w:rsidRPr="000813A8">
        <w:rPr>
          <w:rFonts w:eastAsia="Calibri" w:cs="Times New Roman"/>
          <w:lang w:eastAsia="cs-CZ"/>
        </w:rPr>
        <w:t> </w:t>
      </w:r>
      <w:r w:rsidRPr="000813A8">
        <w:rPr>
          <w:rFonts w:eastAsia="Calibri" w:cs="Times New Roman"/>
          <w:lang w:eastAsia="cs-CZ"/>
        </w:rPr>
        <w:t>Olomouci</w:t>
      </w:r>
      <w:r w:rsidR="000813A8" w:rsidRPr="000813A8">
        <w:rPr>
          <w:rFonts w:eastAsia="Calibri" w:cs="Times New Roman"/>
          <w:lang w:eastAsia="cs-CZ"/>
        </w:rPr>
        <w:t xml:space="preserve"> 9. 9. 2025</w:t>
      </w:r>
    </w:p>
    <w:p w14:paraId="6F75BA64" w14:textId="77777777" w:rsidR="00664163" w:rsidRPr="000813A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0813A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0813A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0813A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0813A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0813A8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13A8">
        <w:rPr>
          <w:rFonts w:eastAsia="Times New Roman" w:cs="Times New Roman"/>
          <w:b/>
          <w:bCs/>
          <w:lang w:eastAsia="cs-CZ"/>
        </w:rPr>
        <w:t>Ing. Miroslav Bocák</w:t>
      </w:r>
      <w:r w:rsidRPr="000813A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0813A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813A8">
        <w:rPr>
          <w:rFonts w:eastAsia="Times New Roman" w:cs="Times New Roman"/>
          <w:lang w:eastAsia="cs-CZ"/>
        </w:rPr>
        <w:t>ředitel organizační jednotky</w:t>
      </w:r>
      <w:r w:rsidRPr="000813A8">
        <w:rPr>
          <w:rFonts w:eastAsia="Times New Roman" w:cs="Times New Roman"/>
          <w:lang w:eastAsia="cs-CZ"/>
        </w:rPr>
        <w:tab/>
      </w:r>
    </w:p>
    <w:p w14:paraId="5DEDC136" w14:textId="77777777" w:rsidR="00664163" w:rsidRPr="000813A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813A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0813A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23696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91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91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DCE361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9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91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242980278">
    <w:abstractNumId w:val="2"/>
  </w:num>
  <w:num w:numId="2" w16cid:durableId="686368401">
    <w:abstractNumId w:val="1"/>
  </w:num>
  <w:num w:numId="3" w16cid:durableId="1710835371">
    <w:abstractNumId w:val="3"/>
  </w:num>
  <w:num w:numId="4" w16cid:durableId="1899002950">
    <w:abstractNumId w:val="6"/>
  </w:num>
  <w:num w:numId="5" w16cid:durableId="1668168054">
    <w:abstractNumId w:val="0"/>
  </w:num>
  <w:num w:numId="6" w16cid:durableId="386690426">
    <w:abstractNumId w:val="5"/>
  </w:num>
  <w:num w:numId="7" w16cid:durableId="124676326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1AD"/>
    <w:rsid w:val="00033432"/>
    <w:rsid w:val="000335CC"/>
    <w:rsid w:val="000355E6"/>
    <w:rsid w:val="00066116"/>
    <w:rsid w:val="00072C1E"/>
    <w:rsid w:val="000813A8"/>
    <w:rsid w:val="000860CE"/>
    <w:rsid w:val="00091406"/>
    <w:rsid w:val="00097042"/>
    <w:rsid w:val="000B3A82"/>
    <w:rsid w:val="000B6C7E"/>
    <w:rsid w:val="000B7907"/>
    <w:rsid w:val="000C0429"/>
    <w:rsid w:val="000C4332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37021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20912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262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2068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5D5F"/>
    <w:rsid w:val="00807DD0"/>
    <w:rsid w:val="00813F11"/>
    <w:rsid w:val="0082759C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9F5725"/>
    <w:rsid w:val="00A01E1B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34C79"/>
    <w:rsid w:val="00B377B8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97092"/>
    <w:rsid w:val="00CB5457"/>
    <w:rsid w:val="00CB7B5A"/>
    <w:rsid w:val="00CC1E2B"/>
    <w:rsid w:val="00CC6833"/>
    <w:rsid w:val="00CD1FC4"/>
    <w:rsid w:val="00CD4519"/>
    <w:rsid w:val="00CE371D"/>
    <w:rsid w:val="00D02A4D"/>
    <w:rsid w:val="00D21061"/>
    <w:rsid w:val="00D24629"/>
    <w:rsid w:val="00D316A7"/>
    <w:rsid w:val="00D40F3C"/>
    <w:rsid w:val="00D4108E"/>
    <w:rsid w:val="00D548C8"/>
    <w:rsid w:val="00D55E41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B04AD"/>
    <w:rsid w:val="00EB104F"/>
    <w:rsid w:val="00EB7DFB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01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4B12570-C558-4FCF-9707-3DD15EF538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</TotalTime>
  <Pages>3</Pages>
  <Words>833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6</cp:revision>
  <cp:lastPrinted>2025-09-09T11:26:00Z</cp:lastPrinted>
  <dcterms:created xsi:type="dcterms:W3CDTF">2025-09-05T05:18:00Z</dcterms:created>
  <dcterms:modified xsi:type="dcterms:W3CDTF">2025-09-09T11:30:00Z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